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462" w:rsidRDefault="002C58C2">
      <w:bookmarkStart w:id="0" w:name="_GoBack"/>
      <w:bookmarkEnd w:id="0"/>
      <w:r>
        <w:rPr>
          <w:noProof/>
        </w:rPr>
        <w:drawing>
          <wp:inline distT="0" distB="0" distL="0" distR="0" wp14:anchorId="0511F8FF" wp14:editId="4FDC6299">
            <wp:extent cx="4109776" cy="5828042"/>
            <wp:effectExtent l="0" t="0" r="508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12155" cy="5831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00F9A62" wp14:editId="1B72F445">
            <wp:extent cx="4109776" cy="5828043"/>
            <wp:effectExtent l="0" t="0" r="508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12155" cy="5831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C6462" w:rsidSect="002C58C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C2"/>
    <w:rsid w:val="002C58C2"/>
    <w:rsid w:val="00B128EC"/>
    <w:rsid w:val="00BC6462"/>
    <w:rsid w:val="00F12C6B"/>
    <w:rsid w:val="00FB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1F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58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8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1F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58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8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9668F8C1</Template>
  <TotalTime>0</TotalTime>
  <Pages>1</Pages>
  <Words>0</Words>
  <Characters>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Redlands Unified School District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Karon Woolsey</dc:creator>
  <cp:lastModifiedBy>Vicky Kukuruda</cp:lastModifiedBy>
  <cp:revision>2</cp:revision>
  <cp:lastPrinted>2016-09-13T17:28:00Z</cp:lastPrinted>
  <dcterms:created xsi:type="dcterms:W3CDTF">2017-02-15T22:43:00Z</dcterms:created>
  <dcterms:modified xsi:type="dcterms:W3CDTF">2017-02-15T22:43:00Z</dcterms:modified>
</cp:coreProperties>
</file>